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  <w:bookmarkStart w:id="0" w:name="_GoBack"/>
      <w:bookmarkEnd w:id="0"/>
    </w:p>
    <w:p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</w:rPr>
        <w:t xml:space="preserve">627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图书馆</w:t>
      </w:r>
      <w:r>
        <w:rPr>
          <w:rFonts w:hint="eastAsia" w:ascii="宋体" w:hAnsi="宋体" w:eastAsia="宋体" w:cs="宋体"/>
          <w:sz w:val="28"/>
          <w:szCs w:val="28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与档案</w:t>
      </w:r>
      <w:r>
        <w:rPr>
          <w:rFonts w:hint="eastAsia" w:ascii="宋体" w:hAnsi="宋体" w:eastAsia="宋体" w:cs="宋体"/>
          <w:sz w:val="28"/>
          <w:szCs w:val="28"/>
        </w:rPr>
        <w:t xml:space="preserve">学基础理论 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掌握档案学、图书馆学的基础性、总体性知识，认识档案与档案事业、图书馆学的基本规律，全面把握档案学、图书馆学基础理论。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分为档案学概论、图书馆学概论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第一部分《档案学概论》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章 档案概念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档案的定义及其分析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档案与相关概念的关系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档案的种类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第二章 档案的源流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档案的起源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档案形态的演变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档案的价值与作用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档案价值与作用概述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档案的价值形态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档案的作用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实现档案价值的特点与条件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第四章 档案事业及其构成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档案工作的内容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档案工作的基本原则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档案事业的管理体制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第五章 档案机构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档案行政管理机构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内部档案机构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其他类型档案机构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第六章 档案工作的特点、规律与发展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档案工作的特点与效益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档案工作的发展规律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数字环境下档案工作的新发展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档案法规标准与职业道德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档案法律概述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8"/>
          <w:szCs w:val="28"/>
        </w:rPr>
        <w:t>档案法》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档案行政法规与行政规章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档案工作标准与标准化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第五节 档案职业道德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国际档案治理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国际档案治理的组织机制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离散档案的国际治理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档案学的构成与研究方法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档案学的研究对象与研究范围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档案学的学科体系与特点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档案学与相关学科的关系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档案学的研究方法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档案管理基本理论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来源原则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文件生命周期理论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档案鉴定理论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档案利用服务理论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第五节 文件连续体理论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第六节 档案多元论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第七节 档案后保管理论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第八节 档案记忆观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第十一章 档案学的演进与发展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中国档案学的产生与发展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外国档案学的产生与发展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档案学的发展趋势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第十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章 “十四五”全国档案事业发展规划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第一节 发展环境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第二节 总体要求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第三节 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第四节 保障措施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章 《关于加强和改进新形势下档案工作的意见》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第一节 完善档案工作体制机制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第二节 建立健全覆盖人民群众的档案资源体系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第三节 建立健全方便人民群众的档案利用体系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第四节 建立健全确保档案安全保密的档案安全体系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第五节 加大对档案工作的支持保障力度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第二部分《图书馆学概论》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 图书馆学：对象、体系与内容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图书馆学的研究对象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图书馆学的体系结构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 图书馆学：性质、方法与趋势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图书馆学的学科性质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图书馆学的相关学科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图书馆学的研究方法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图书馆学的发展趋势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 图书馆及其社会职能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图书馆的概念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图书馆的起源与发展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图书馆的属性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图书馆的社会职能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图书馆与现代社会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 图书馆的类型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图书馆类型划分的意义及标准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国家图书馆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公共图书馆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高等学校图书馆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科学、专业图书馆和信息中心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其他类型图书馆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 图书馆事业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图书馆事业建设的原则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我国图书馆事业建设的成就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我国图书馆事业的结构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馆际合作与资源共享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图书馆合作与图书馆联盟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图书馆业务辅导工作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 图书馆业务工作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图书馆业务机构的设置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文献资源建设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用户服务工作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图书馆特藏工作与特色馆藏建设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信息环境下图书馆服务的拓展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图书馆免费服务与信息增值服务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图书馆自动化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 图书馆管理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图书馆管理原理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图书馆规章制度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图书馆统计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图书馆工作评价与图书馆评估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图书馆工作标准化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 数字图书馆与虚拟图书馆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数字图书馆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虚拟图书馆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智慧图书馆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 图书馆现代化与电子版权问题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图书馆馆藏文献数字化工作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图书馆2.0技术及其应用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图书馆现代化中的电子版权问题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结语 网络环境下图书馆的发展方向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 w:val="0"/>
          <w:kern w:val="0"/>
          <w:sz w:val="28"/>
          <w:szCs w:val="28"/>
        </w:rPr>
      </w:pPr>
    </w:p>
    <w:p>
      <w:pPr>
        <w:rPr>
          <w:rFonts w:ascii="宋体" w:hAnsi="宋体" w:eastAsia="宋体" w:cstheme="minorBidi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10775A8"/>
    <w:rsid w:val="09604808"/>
    <w:rsid w:val="41B84BCF"/>
    <w:rsid w:val="61E84C4F"/>
    <w:rsid w:val="6A480362"/>
    <w:rsid w:val="6DD727AC"/>
    <w:rsid w:val="7BD956FC"/>
    <w:rsid w:val="7F46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99"/>
    <w:pPr>
      <w:widowControl/>
      <w:spacing w:before="75" w:after="75"/>
      <w:jc w:val="left"/>
    </w:pPr>
    <w:rPr>
      <w:rFonts w:ascii="宋体" w:hAnsi="宋体" w:cs="宋体" w:eastAsiaTheme="minorEastAsia"/>
      <w:kern w:val="0"/>
      <w:sz w:val="24"/>
      <w:szCs w:val="22"/>
      <w:lang w:val="en-US" w:eastAsia="zh-CN" w:bidi="ar-SA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List Paragraph_d7b3675c-835a-45e0-b66f-ca0d43af4728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1540</Words>
  <Characters>1549</Characters>
  <Lines>0</Lines>
  <Paragraphs>0</Paragraphs>
  <TotalTime>9</TotalTime>
  <ScaleCrop>false</ScaleCrop>
  <LinksUpToDate>false</LinksUpToDate>
  <CharactersWithSpaces>1669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2023-09-01T03:01:10Z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